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706A444-6E91-49D5-83B9-EB083FF656ED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